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4A5C1D7B" w:rsidR="003F06C5" w:rsidRPr="003F06C5" w:rsidRDefault="00A32954" w:rsidP="00A32954">
      <w:pPr>
        <w:jc w:val="both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PROCLAMACIÓN </w:t>
      </w:r>
      <w:r w:rsidRPr="00A32954">
        <w:rPr>
          <w:rFonts w:ascii="Montserrat" w:hAnsi="Montserrat"/>
          <w:b/>
          <w:bCs/>
          <w:color w:val="EE0000"/>
          <w:sz w:val="28"/>
          <w:szCs w:val="28"/>
        </w:rPr>
        <w:t xml:space="preserve">PROVISIONAL/DEFINITIVA </w:t>
      </w:r>
      <w:r>
        <w:rPr>
          <w:rFonts w:ascii="Montserrat" w:hAnsi="Montserrat"/>
          <w:b/>
          <w:bCs/>
          <w:sz w:val="28"/>
          <w:szCs w:val="28"/>
        </w:rPr>
        <w:t>DE CANDIDATOS ELECTOS DE DELEGADOS/AS DE CURSOS DE GRADO, SUBDELEGADOS/AS DE CURSOS DE GRADO, DELEGADOS/AS DE CURSOS DE MÁSTER Y SUBDELEGADOS/AS DE CURSOS DE MÁSTER.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3256"/>
        <w:gridCol w:w="2266"/>
      </w:tblGrid>
      <w:tr w:rsidR="00A32954" w14:paraId="13F4BDE0" w14:textId="77777777" w:rsidTr="00A32954">
        <w:tc>
          <w:tcPr>
            <w:tcW w:w="1129" w:type="dxa"/>
          </w:tcPr>
          <w:p w14:paraId="1908C97B" w14:textId="62FD5E59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CURSO</w:t>
            </w:r>
          </w:p>
        </w:tc>
        <w:tc>
          <w:tcPr>
            <w:tcW w:w="2410" w:type="dxa"/>
          </w:tcPr>
          <w:p w14:paraId="01263121" w14:textId="0BE196F0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GRADO</w:t>
            </w:r>
          </w:p>
        </w:tc>
        <w:tc>
          <w:tcPr>
            <w:tcW w:w="3256" w:type="dxa"/>
          </w:tcPr>
          <w:p w14:paraId="3137705E" w14:textId="564FF908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NOMBRE Y APELLIDOS</w:t>
            </w:r>
          </w:p>
        </w:tc>
        <w:tc>
          <w:tcPr>
            <w:tcW w:w="2266" w:type="dxa"/>
          </w:tcPr>
          <w:p w14:paraId="36DE9487" w14:textId="5C124535" w:rsidR="00A32954" w:rsidRPr="00A32954" w:rsidRDefault="00A32954" w:rsidP="00A32954">
            <w:pPr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32954">
              <w:rPr>
                <w:rFonts w:ascii="Montserrat" w:hAnsi="Montserrat"/>
                <w:b/>
                <w:bCs/>
                <w:sz w:val="20"/>
                <w:szCs w:val="20"/>
              </w:rPr>
              <w:t>CARGO</w:t>
            </w:r>
          </w:p>
        </w:tc>
      </w:tr>
      <w:tr w:rsidR="00A32954" w14:paraId="120DDF14" w14:textId="77777777" w:rsidTr="00A32954">
        <w:tc>
          <w:tcPr>
            <w:tcW w:w="1129" w:type="dxa"/>
          </w:tcPr>
          <w:p w14:paraId="15511F5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642CEAC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A36E24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6929FE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782C3E57" w14:textId="77777777" w:rsidTr="00A32954">
        <w:tc>
          <w:tcPr>
            <w:tcW w:w="1129" w:type="dxa"/>
          </w:tcPr>
          <w:p w14:paraId="6007E1D3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296F324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9E85A0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1D1C98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4B94191C" w14:textId="77777777" w:rsidTr="00A32954">
        <w:tc>
          <w:tcPr>
            <w:tcW w:w="1129" w:type="dxa"/>
          </w:tcPr>
          <w:p w14:paraId="7750DE1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464C62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591205F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237B485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12758877" w14:textId="77777777" w:rsidTr="00A32954">
        <w:tc>
          <w:tcPr>
            <w:tcW w:w="1129" w:type="dxa"/>
          </w:tcPr>
          <w:p w14:paraId="5FB962B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660C85E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0978F790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0BDF53B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57FF0B47" w14:textId="77777777" w:rsidTr="00A32954">
        <w:tc>
          <w:tcPr>
            <w:tcW w:w="1129" w:type="dxa"/>
          </w:tcPr>
          <w:p w14:paraId="6BB499B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0A7988D4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7382EFE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13B38C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57C3EDE6" w14:textId="77777777" w:rsidTr="00A32954">
        <w:tc>
          <w:tcPr>
            <w:tcW w:w="1129" w:type="dxa"/>
          </w:tcPr>
          <w:p w14:paraId="4B8993D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7FAAE8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67071736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6125141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139EA26" w14:textId="77777777" w:rsidTr="00A32954">
        <w:tc>
          <w:tcPr>
            <w:tcW w:w="1129" w:type="dxa"/>
          </w:tcPr>
          <w:p w14:paraId="2F24E66F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5A902AC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FD84BD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17E32CC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77AA328" w14:textId="77777777" w:rsidTr="00A32954">
        <w:tc>
          <w:tcPr>
            <w:tcW w:w="1129" w:type="dxa"/>
          </w:tcPr>
          <w:p w14:paraId="25D8601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78EB133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6D4E226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698AA8C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64B26806" w14:textId="77777777" w:rsidTr="00A32954">
        <w:tc>
          <w:tcPr>
            <w:tcW w:w="1129" w:type="dxa"/>
          </w:tcPr>
          <w:p w14:paraId="06D1F17A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F2994C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393DB717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FA5BF8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2F918C60" w14:textId="77777777" w:rsidTr="00A32954">
        <w:tc>
          <w:tcPr>
            <w:tcW w:w="1129" w:type="dxa"/>
          </w:tcPr>
          <w:p w14:paraId="2B4DAC4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5DD73AE5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24FB3CE2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555B6DD6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  <w:tr w:rsidR="00A32954" w14:paraId="0E88B71C" w14:textId="77777777" w:rsidTr="00A32954">
        <w:tc>
          <w:tcPr>
            <w:tcW w:w="1129" w:type="dxa"/>
          </w:tcPr>
          <w:p w14:paraId="7DC30C59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410" w:type="dxa"/>
          </w:tcPr>
          <w:p w14:paraId="3EBDAB7E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3256" w:type="dxa"/>
          </w:tcPr>
          <w:p w14:paraId="0D68CFAD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  <w:tc>
          <w:tcPr>
            <w:tcW w:w="2266" w:type="dxa"/>
          </w:tcPr>
          <w:p w14:paraId="08F3DD98" w14:textId="77777777" w:rsidR="00A32954" w:rsidRDefault="00A32954" w:rsidP="00A32954">
            <w:pPr>
              <w:spacing w:line="360" w:lineRule="auto"/>
              <w:jc w:val="both"/>
              <w:rPr>
                <w:rFonts w:ascii="Montserrat" w:hAnsi="Montserrat"/>
              </w:rPr>
            </w:pPr>
          </w:p>
        </w:tc>
      </w:tr>
    </w:tbl>
    <w:p w14:paraId="6D9385B4" w14:textId="240D3775" w:rsidR="00FD543A" w:rsidRPr="00FD543A" w:rsidRDefault="00FD543A" w:rsidP="00A32954">
      <w:pPr>
        <w:spacing w:line="360" w:lineRule="auto"/>
        <w:jc w:val="both"/>
        <w:rPr>
          <w:rFonts w:ascii="Montserrat" w:hAnsi="Montserrat"/>
        </w:rPr>
      </w:pPr>
    </w:p>
    <w:p w14:paraId="4F7D3862" w14:textId="77F8C98F" w:rsid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>Firmado en ________ a 8 de octubre de 2025</w:t>
      </w:r>
    </w:p>
    <w:p w14:paraId="6755FFEA" w14:textId="77777777" w:rsidR="00A32954" w:rsidRDefault="00A32954" w:rsidP="00A32954">
      <w:pPr>
        <w:jc w:val="right"/>
        <w:rPr>
          <w:rFonts w:ascii="Montserrat" w:hAnsi="Montserrat"/>
        </w:rPr>
      </w:pPr>
    </w:p>
    <w:p w14:paraId="7CBA05BA" w14:textId="77777777" w:rsidR="00A32954" w:rsidRDefault="00A32954" w:rsidP="00A32954">
      <w:pPr>
        <w:jc w:val="right"/>
        <w:rPr>
          <w:rFonts w:ascii="Montserrat" w:hAnsi="Montserrat"/>
        </w:rPr>
      </w:pPr>
    </w:p>
    <w:p w14:paraId="0A88BA56" w14:textId="77777777" w:rsidR="00A32954" w:rsidRDefault="00A32954" w:rsidP="00A32954">
      <w:pPr>
        <w:jc w:val="right"/>
        <w:rPr>
          <w:rFonts w:ascii="Montserrat" w:hAnsi="Montserrat"/>
        </w:rPr>
      </w:pPr>
    </w:p>
    <w:p w14:paraId="3C4A0DAE" w14:textId="77777777" w:rsidR="00A32954" w:rsidRDefault="00A32954" w:rsidP="00A32954">
      <w:pPr>
        <w:jc w:val="right"/>
        <w:rPr>
          <w:rFonts w:ascii="Montserrat" w:hAnsi="Montserrat"/>
        </w:rPr>
      </w:pPr>
    </w:p>
    <w:p w14:paraId="73DBF55E" w14:textId="77777777" w:rsidR="00A32954" w:rsidRDefault="00A32954" w:rsidP="00A32954">
      <w:pPr>
        <w:jc w:val="right"/>
        <w:rPr>
          <w:rFonts w:ascii="Montserrat" w:hAnsi="Montserrat"/>
        </w:rPr>
      </w:pPr>
    </w:p>
    <w:p w14:paraId="1CB04D23" w14:textId="6B575936" w:rsidR="00A32954" w:rsidRPr="00FD543A" w:rsidRDefault="00A32954" w:rsidP="00A32954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>Fdo.______________________________</w:t>
      </w:r>
    </w:p>
    <w:sectPr w:rsidR="00A32954" w:rsidRPr="00FD543A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EE162" w14:textId="77777777" w:rsidR="001D5218" w:rsidRDefault="001D5218" w:rsidP="003336CB">
      <w:r>
        <w:separator/>
      </w:r>
    </w:p>
  </w:endnote>
  <w:endnote w:type="continuationSeparator" w:id="0">
    <w:p w14:paraId="4385E410" w14:textId="77777777" w:rsidR="001D5218" w:rsidRDefault="001D5218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FC631" w14:textId="77777777" w:rsidR="008C71D2" w:rsidRDefault="008C71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599D4F05" w:rsidR="000C5B27" w:rsidRDefault="008C71D2">
    <w:pPr>
      <w:pStyle w:val="Piedepgina"/>
    </w:pPr>
    <w:r>
      <w:rPr>
        <w:rFonts w:ascii="Times New Roman" w:hAnsi="Times New Roman"/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93F3227" wp14:editId="47D678D8">
              <wp:simplePos x="0" y="0"/>
              <wp:positionH relativeFrom="column">
                <wp:posOffset>-327660</wp:posOffset>
              </wp:positionH>
              <wp:positionV relativeFrom="paragraph">
                <wp:posOffset>784225</wp:posOffset>
              </wp:positionV>
              <wp:extent cx="6065520" cy="274320"/>
              <wp:effectExtent l="0" t="0" r="0" b="0"/>
              <wp:wrapNone/>
              <wp:docPr id="90998221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17558212" name="Imagen 13175582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pic:spPr>
                    </pic:pic>
                    <wps:wsp>
                      <wps:cNvPr id="228129352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3ECDE" w14:textId="77777777" w:rsidR="008C71D2" w:rsidRDefault="008C71D2" w:rsidP="008C71D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, s/n, Ed. De Servicios, 1ª Planta, Puerta 110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987291649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| </w:t>
                            </w:r>
                            <w:hyperlink r:id="rId3" w:history="1">
                              <w:r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3252CD4D" w14:textId="77777777" w:rsidR="008C71D2" w:rsidRDefault="008C71D2" w:rsidP="008C71D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2D9AD5D8" w14:textId="77777777" w:rsidR="008C71D2" w:rsidRDefault="008C71D2" w:rsidP="008C71D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280A9543" w14:textId="77777777" w:rsidR="008C71D2" w:rsidRDefault="008C71D2" w:rsidP="008C71D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3F3227" id="Grupo 3" o:spid="_x0000_s1027" style="position:absolute;margin-left:-25.8pt;margin-top:61.7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//S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317558212" o:spid="_x0000_s1028" type="#_x0000_t75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">
                <v:imagedata r:id="rId4" o:title="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" filled="f" stroked="f">
                <v:textbox>
                  <w:txbxContent>
                    <w:p w14:paraId="1873ECDE" w14:textId="77777777" w:rsidR="008C71D2" w:rsidRDefault="008C71D2" w:rsidP="008C71D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, s/n, Ed. De Servicios, 1ª Planta, Puerta 110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987291649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| </w:t>
                      </w:r>
                      <w:hyperlink r:id="rId6" w:history="1">
                        <w:r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3252CD4D" w14:textId="77777777" w:rsidR="008C71D2" w:rsidRDefault="008C71D2" w:rsidP="008C71D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2D9AD5D8" w14:textId="77777777" w:rsidR="008C71D2" w:rsidRDefault="008C71D2" w:rsidP="008C71D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280A9543" w14:textId="77777777" w:rsidR="008C71D2" w:rsidRDefault="008C71D2" w:rsidP="008C71D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2ED6A2E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C06E5F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17C2" w14:textId="77777777" w:rsidR="008C71D2" w:rsidRDefault="008C71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693AB" w14:textId="77777777" w:rsidR="001D5218" w:rsidRDefault="001D5218" w:rsidP="003336CB">
      <w:r>
        <w:separator/>
      </w:r>
    </w:p>
  </w:footnote>
  <w:footnote w:type="continuationSeparator" w:id="0">
    <w:p w14:paraId="24EA42D4" w14:textId="77777777" w:rsidR="001D5218" w:rsidRDefault="001D5218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3BC4" w14:textId="77777777" w:rsidR="008C71D2" w:rsidRDefault="008C71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348CE883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A052FA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348CE883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A052FA">
                      <w:rPr>
                        <w:rFonts w:ascii="Montserrat" w:hAnsi="Montserrat"/>
                        <w:b/>
                        <w:bCs/>
                        <w:szCs w:val="40"/>
                      </w:rPr>
                      <w:t>V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D3C3" w14:textId="77777777" w:rsidR="008C71D2" w:rsidRDefault="008C71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60DF4"/>
    <w:rsid w:val="00196109"/>
    <w:rsid w:val="001D5218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560BB0"/>
    <w:rsid w:val="005742A2"/>
    <w:rsid w:val="00587267"/>
    <w:rsid w:val="005D7E0A"/>
    <w:rsid w:val="00632F61"/>
    <w:rsid w:val="00651E15"/>
    <w:rsid w:val="006B17B1"/>
    <w:rsid w:val="006E4061"/>
    <w:rsid w:val="006F6407"/>
    <w:rsid w:val="007530E9"/>
    <w:rsid w:val="007A0B47"/>
    <w:rsid w:val="0083262B"/>
    <w:rsid w:val="00872C95"/>
    <w:rsid w:val="008C71D2"/>
    <w:rsid w:val="00A052FA"/>
    <w:rsid w:val="00A32954"/>
    <w:rsid w:val="00A849B7"/>
    <w:rsid w:val="00AA7C57"/>
    <w:rsid w:val="00B01372"/>
    <w:rsid w:val="00B267F6"/>
    <w:rsid w:val="00B34DC5"/>
    <w:rsid w:val="00B9480E"/>
    <w:rsid w:val="00BA712B"/>
    <w:rsid w:val="00BE1C06"/>
    <w:rsid w:val="00C27B1A"/>
    <w:rsid w:val="00C30E8A"/>
    <w:rsid w:val="00C34DCB"/>
    <w:rsid w:val="00C37713"/>
    <w:rsid w:val="00C6748B"/>
    <w:rsid w:val="00C94A2B"/>
    <w:rsid w:val="00CE707B"/>
    <w:rsid w:val="00D5688B"/>
    <w:rsid w:val="00D74F60"/>
    <w:rsid w:val="00DD37D3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8C71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23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13</cp:revision>
  <cp:lastPrinted>2025-10-07T13:19:00Z</cp:lastPrinted>
  <dcterms:created xsi:type="dcterms:W3CDTF">2025-03-21T09:48:00Z</dcterms:created>
  <dcterms:modified xsi:type="dcterms:W3CDTF">2025-10-15T10:21:00Z</dcterms:modified>
</cp:coreProperties>
</file>